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F3B" w:rsidRPr="00B17777" w:rsidRDefault="00CA0F3B" w:rsidP="00B17777">
      <w:pPr>
        <w:spacing w:after="0" w:line="240" w:lineRule="auto"/>
        <w:ind w:right="279"/>
        <w:rPr>
          <w:rFonts w:ascii="Times New Roman" w:hAnsi="Times New Roman" w:cs="Times New Roman"/>
          <w:sz w:val="28"/>
          <w:szCs w:val="28"/>
          <w:lang w:eastAsia="uk-UA"/>
        </w:rPr>
      </w:pPr>
    </w:p>
    <w:p w:rsidR="00CA0F3B" w:rsidRPr="00B17777" w:rsidRDefault="00CA0F3B" w:rsidP="00B17777">
      <w:pPr>
        <w:spacing w:after="0" w:line="240" w:lineRule="auto"/>
        <w:ind w:right="279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B17777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РЕЦЕНЗІЯ</w:t>
      </w:r>
    </w:p>
    <w:p w:rsidR="00CA0F3B" w:rsidRPr="00B17777" w:rsidRDefault="00CA0F3B" w:rsidP="00B17777">
      <w:pPr>
        <w:spacing w:after="0" w:line="240" w:lineRule="auto"/>
        <w:ind w:right="279"/>
        <w:jc w:val="center"/>
        <w:rPr>
          <w:rFonts w:ascii="Times New Roman" w:hAnsi="Times New Roman" w:cs="Times New Roman"/>
          <w:sz w:val="18"/>
          <w:szCs w:val="18"/>
          <w:lang w:eastAsia="uk-UA"/>
        </w:rPr>
      </w:pPr>
      <w:r w:rsidRPr="00B17777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на наукову роботу</w:t>
      </w:r>
      <w:r w:rsidRPr="00B17777">
        <w:rPr>
          <w:rFonts w:ascii="Times New Roman" w:hAnsi="Times New Roman" w:cs="Times New Roman"/>
          <w:sz w:val="28"/>
          <w:szCs w:val="28"/>
          <w:lang w:eastAsia="uk-UA"/>
        </w:rPr>
        <w:t xml:space="preserve"> _</w:t>
      </w:r>
      <w:r>
        <w:rPr>
          <w:rFonts w:ascii="Times New Roman" w:hAnsi="Times New Roman" w:cs="Times New Roman"/>
          <w:sz w:val="28"/>
          <w:szCs w:val="28"/>
          <w:lang w:eastAsia="uk-UA"/>
        </w:rPr>
        <w:t>картал-орловка</w:t>
      </w:r>
      <w:r w:rsidRPr="00B17777">
        <w:rPr>
          <w:rFonts w:ascii="Times New Roman" w:hAnsi="Times New Roman" w:cs="Times New Roman"/>
          <w:sz w:val="28"/>
          <w:szCs w:val="28"/>
          <w:lang w:eastAsia="uk-UA"/>
        </w:rPr>
        <w:t>_________________________, представлену на Конкурс</w:t>
      </w:r>
    </w:p>
    <w:p w:rsidR="00CA0F3B" w:rsidRPr="00B17777" w:rsidRDefault="00CA0F3B" w:rsidP="00B17777">
      <w:pPr>
        <w:spacing w:after="0" w:line="240" w:lineRule="auto"/>
        <w:ind w:right="279"/>
        <w:jc w:val="center"/>
        <w:rPr>
          <w:rFonts w:ascii="Times New Roman" w:hAnsi="Times New Roman" w:cs="Times New Roman"/>
          <w:sz w:val="18"/>
          <w:szCs w:val="18"/>
          <w:lang w:eastAsia="uk-UA"/>
        </w:rPr>
      </w:pPr>
      <w:r w:rsidRPr="00B17777">
        <w:rPr>
          <w:rFonts w:ascii="Times New Roman" w:hAnsi="Times New Roman" w:cs="Times New Roman"/>
          <w:sz w:val="18"/>
          <w:szCs w:val="18"/>
          <w:lang w:eastAsia="uk-UA"/>
        </w:rPr>
        <w:t>(шифр)</w:t>
      </w:r>
    </w:p>
    <w:p w:rsidR="00CA0F3B" w:rsidRPr="00B17777" w:rsidRDefault="00CA0F3B" w:rsidP="00B17777">
      <w:pPr>
        <w:spacing w:after="0" w:line="240" w:lineRule="auto"/>
        <w:ind w:right="279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B17777">
        <w:rPr>
          <w:rFonts w:ascii="Times New Roman" w:hAnsi="Times New Roman" w:cs="Times New Roman"/>
          <w:sz w:val="28"/>
          <w:szCs w:val="28"/>
          <w:lang w:eastAsia="uk-UA"/>
        </w:rPr>
        <w:t>з ________________________________________________________________</w:t>
      </w:r>
    </w:p>
    <w:p w:rsidR="00CA0F3B" w:rsidRPr="00B17777" w:rsidRDefault="00CA0F3B" w:rsidP="00B17777">
      <w:pPr>
        <w:spacing w:after="0" w:line="240" w:lineRule="auto"/>
        <w:ind w:right="279"/>
        <w:rPr>
          <w:rFonts w:ascii="Times New Roman" w:hAnsi="Times New Roman" w:cs="Times New Roman"/>
          <w:sz w:val="18"/>
          <w:szCs w:val="18"/>
          <w:lang w:eastAsia="ru-RU"/>
        </w:rPr>
      </w:pPr>
      <w:r w:rsidRPr="00B1777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B1777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B1777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B1777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B1777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B17777">
        <w:rPr>
          <w:rFonts w:ascii="Times New Roman" w:hAnsi="Times New Roman" w:cs="Times New Roman"/>
          <w:sz w:val="18"/>
          <w:szCs w:val="18"/>
          <w:lang w:eastAsia="ru-RU"/>
        </w:rPr>
        <w:t xml:space="preserve">    (назва галузі знань, спеціальності, спеціалізації)</w:t>
      </w:r>
    </w:p>
    <w:p w:rsidR="00CA0F3B" w:rsidRPr="00B17777" w:rsidRDefault="00CA0F3B" w:rsidP="00B17777">
      <w:pPr>
        <w:spacing w:after="0" w:line="240" w:lineRule="auto"/>
        <w:ind w:right="279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98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612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Характеристики та критерії оцінки рукопису наукової роботи</w:t>
            </w:r>
            <w:r w:rsidRPr="00B1777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uk-UA"/>
              </w:rPr>
              <w:footnoteReference w:id="2"/>
            </w:r>
          </w:p>
        </w:tc>
        <w:tc>
          <w:tcPr>
            <w:tcW w:w="1980" w:type="dxa"/>
          </w:tcPr>
          <w:p w:rsidR="00CA0F3B" w:rsidRPr="00B17777" w:rsidRDefault="00CA0F3B" w:rsidP="00B1777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Бали</w:t>
            </w:r>
          </w:p>
        </w:tc>
      </w:tr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20" w:type="dxa"/>
          </w:tcPr>
          <w:p w:rsidR="00CA0F3B" w:rsidRPr="0088228A" w:rsidRDefault="00CA0F3B" w:rsidP="00B1777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8228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Актуальність проблеми</w:t>
            </w:r>
          </w:p>
        </w:tc>
        <w:tc>
          <w:tcPr>
            <w:tcW w:w="198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10 </w:t>
            </w:r>
          </w:p>
        </w:tc>
        <w:tc>
          <w:tcPr>
            <w:tcW w:w="927" w:type="dxa"/>
          </w:tcPr>
          <w:p w:rsidR="00CA0F3B" w:rsidRPr="0088228A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5</w:t>
            </w:r>
          </w:p>
        </w:tc>
      </w:tr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120" w:type="dxa"/>
          </w:tcPr>
          <w:p w:rsidR="00CA0F3B" w:rsidRPr="0088228A" w:rsidRDefault="00CA0F3B" w:rsidP="00B1777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8228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20" w:type="dxa"/>
          </w:tcPr>
          <w:p w:rsidR="00CA0F3B" w:rsidRPr="0088228A" w:rsidRDefault="00CA0F3B" w:rsidP="00B1777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8228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5</w:t>
            </w:r>
          </w:p>
        </w:tc>
      </w:tr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120" w:type="dxa"/>
          </w:tcPr>
          <w:p w:rsidR="00CA0F3B" w:rsidRPr="0088228A" w:rsidRDefault="00CA0F3B" w:rsidP="00B1777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8228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120" w:type="dxa"/>
          </w:tcPr>
          <w:p w:rsidR="00CA0F3B" w:rsidRPr="0088228A" w:rsidRDefault="00CA0F3B" w:rsidP="00B1777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8228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A0F3B" w:rsidRPr="00F13A28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13A2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_</w:t>
            </w:r>
          </w:p>
        </w:tc>
      </w:tr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120" w:type="dxa"/>
          </w:tcPr>
          <w:p w:rsidR="00CA0F3B" w:rsidRPr="0088228A" w:rsidRDefault="00CA0F3B" w:rsidP="00B1777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8228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120" w:type="dxa"/>
          </w:tcPr>
          <w:p w:rsidR="00CA0F3B" w:rsidRPr="0088228A" w:rsidRDefault="00CA0F3B" w:rsidP="00B1777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8228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120" w:type="dxa"/>
          </w:tcPr>
          <w:p w:rsidR="00CA0F3B" w:rsidRPr="0088228A" w:rsidRDefault="00CA0F3B" w:rsidP="00B1777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8228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Якість оформлення</w:t>
            </w:r>
          </w:p>
        </w:tc>
        <w:tc>
          <w:tcPr>
            <w:tcW w:w="198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120" w:type="dxa"/>
          </w:tcPr>
          <w:p w:rsidR="00CA0F3B" w:rsidRPr="0088228A" w:rsidRDefault="00CA0F3B" w:rsidP="00B1777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8228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Наукові публікації</w:t>
            </w:r>
          </w:p>
        </w:tc>
        <w:tc>
          <w:tcPr>
            <w:tcW w:w="1980" w:type="dxa"/>
          </w:tcPr>
          <w:p w:rsidR="00CA0F3B" w:rsidRPr="00F13A28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13A2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</w:tr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10</w:t>
            </w:r>
          </w:p>
        </w:tc>
        <w:tc>
          <w:tcPr>
            <w:tcW w:w="6120" w:type="dxa"/>
          </w:tcPr>
          <w:p w:rsidR="00CA0F3B" w:rsidRPr="0088228A" w:rsidRDefault="00CA0F3B" w:rsidP="00B1777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8228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120" w:type="dxa"/>
          </w:tcPr>
          <w:p w:rsidR="00CA0F3B" w:rsidRPr="0088228A" w:rsidRDefault="00CA0F3B" w:rsidP="00B1777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8228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98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11.1</w:t>
            </w:r>
          </w:p>
        </w:tc>
        <w:tc>
          <w:tcPr>
            <w:tcW w:w="6120" w:type="dxa"/>
          </w:tcPr>
          <w:p w:rsidR="00CA0F3B" w:rsidRPr="0088228A" w:rsidRDefault="00CA0F3B" w:rsidP="0088228A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8228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Актуальність проблеми не обґрунтована </w:t>
            </w:r>
          </w:p>
        </w:tc>
        <w:tc>
          <w:tcPr>
            <w:tcW w:w="198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612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Новизна відсутня</w:t>
            </w:r>
          </w:p>
        </w:tc>
        <w:tc>
          <w:tcPr>
            <w:tcW w:w="198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612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8228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Заявлені методи дослідження використані частково</w:t>
            </w:r>
          </w:p>
        </w:tc>
        <w:tc>
          <w:tcPr>
            <w:tcW w:w="198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11.4</w:t>
            </w:r>
          </w:p>
        </w:tc>
        <w:tc>
          <w:tcPr>
            <w:tcW w:w="612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</w:t>
            </w:r>
            <w:r w:rsidRPr="0088228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інніс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ть одержаних результатів низька</w:t>
            </w:r>
          </w:p>
        </w:tc>
        <w:tc>
          <w:tcPr>
            <w:tcW w:w="198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11.5</w:t>
            </w:r>
          </w:p>
        </w:tc>
        <w:tc>
          <w:tcPr>
            <w:tcW w:w="612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11.6</w:t>
            </w:r>
          </w:p>
        </w:tc>
        <w:tc>
          <w:tcPr>
            <w:tcW w:w="612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Багато тверджень автора не підкріплюються посиланнями, згадуються свідчення античних авторів, але посилання на них не вказані.</w:t>
            </w:r>
          </w:p>
        </w:tc>
        <w:tc>
          <w:tcPr>
            <w:tcW w:w="198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11.7</w:t>
            </w:r>
          </w:p>
        </w:tc>
        <w:tc>
          <w:tcPr>
            <w:tcW w:w="612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22E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Висловлені в роботі ідеї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є оригінальними</w:t>
            </w:r>
          </w:p>
        </w:tc>
        <w:tc>
          <w:tcPr>
            <w:tcW w:w="198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11.8</w:t>
            </w:r>
          </w:p>
        </w:tc>
        <w:tc>
          <w:tcPr>
            <w:tcW w:w="6120" w:type="dxa"/>
          </w:tcPr>
          <w:p w:rsidR="00CA0F3B" w:rsidRPr="0088228A" w:rsidRDefault="00CA0F3B" w:rsidP="00B1777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Зустрічаються стилістичні та граматичні помилки, повтори.</w:t>
            </w:r>
          </w:p>
        </w:tc>
        <w:tc>
          <w:tcPr>
            <w:tcW w:w="198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11.9</w:t>
            </w:r>
          </w:p>
        </w:tc>
        <w:tc>
          <w:tcPr>
            <w:tcW w:w="612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A0F3B" w:rsidRPr="001263BB">
        <w:tc>
          <w:tcPr>
            <w:tcW w:w="828" w:type="dxa"/>
          </w:tcPr>
          <w:p w:rsidR="00CA0F3B" w:rsidRPr="00B17777" w:rsidRDefault="00CA0F3B" w:rsidP="00B17777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11.10</w:t>
            </w:r>
          </w:p>
        </w:tc>
        <w:tc>
          <w:tcPr>
            <w:tcW w:w="612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 показано, як наукові результати автора співвідносяться з використаною науковою літературою</w:t>
            </w:r>
          </w:p>
        </w:tc>
        <w:tc>
          <w:tcPr>
            <w:tcW w:w="1980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A0F3B" w:rsidRPr="001263BB">
        <w:tc>
          <w:tcPr>
            <w:tcW w:w="8928" w:type="dxa"/>
            <w:gridSpan w:val="3"/>
          </w:tcPr>
          <w:p w:rsidR="00CA0F3B" w:rsidRPr="00B17777" w:rsidRDefault="00CA0F3B" w:rsidP="00B1777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177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Сума балів</w:t>
            </w:r>
          </w:p>
        </w:tc>
        <w:tc>
          <w:tcPr>
            <w:tcW w:w="927" w:type="dxa"/>
          </w:tcPr>
          <w:p w:rsidR="00CA0F3B" w:rsidRPr="00B17777" w:rsidRDefault="00CA0F3B" w:rsidP="00B17777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30</w:t>
            </w:r>
            <w:bookmarkStart w:id="0" w:name="_GoBack"/>
            <w:bookmarkEnd w:id="0"/>
          </w:p>
        </w:tc>
      </w:tr>
    </w:tbl>
    <w:p w:rsidR="00CA0F3B" w:rsidRPr="00B17777" w:rsidRDefault="00CA0F3B" w:rsidP="00B17777">
      <w:pPr>
        <w:spacing w:after="0" w:line="240" w:lineRule="auto"/>
        <w:ind w:left="-180" w:right="279"/>
        <w:rPr>
          <w:rFonts w:ascii="Times New Roman" w:hAnsi="Times New Roman" w:cs="Times New Roman"/>
          <w:sz w:val="28"/>
          <w:szCs w:val="28"/>
          <w:lang w:eastAsia="uk-UA"/>
        </w:rPr>
      </w:pPr>
    </w:p>
    <w:sectPr w:rsidR="00CA0F3B" w:rsidRPr="00B17777" w:rsidSect="00A31165"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0F3B" w:rsidRDefault="00CA0F3B" w:rsidP="00B17777">
      <w:pPr>
        <w:spacing w:after="0" w:line="240" w:lineRule="auto"/>
      </w:pPr>
      <w:r>
        <w:separator/>
      </w:r>
    </w:p>
  </w:endnote>
  <w:endnote w:type="continuationSeparator" w:id="1">
    <w:p w:rsidR="00CA0F3B" w:rsidRDefault="00CA0F3B" w:rsidP="00B1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0F3B" w:rsidRDefault="00CA0F3B" w:rsidP="00B17777">
      <w:pPr>
        <w:spacing w:after="0" w:line="240" w:lineRule="auto"/>
      </w:pPr>
      <w:r>
        <w:separator/>
      </w:r>
    </w:p>
  </w:footnote>
  <w:footnote w:type="continuationSeparator" w:id="1">
    <w:p w:rsidR="00CA0F3B" w:rsidRDefault="00CA0F3B" w:rsidP="00B17777">
      <w:pPr>
        <w:spacing w:after="0" w:line="240" w:lineRule="auto"/>
      </w:pPr>
      <w:r>
        <w:continuationSeparator/>
      </w:r>
    </w:p>
  </w:footnote>
  <w:footnote w:id="2">
    <w:p w:rsidR="00CA0F3B" w:rsidRDefault="00CA0F3B" w:rsidP="00B17777">
      <w:pPr>
        <w:pStyle w:val="FootnoteText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304F"/>
    <w:rsid w:val="00095574"/>
    <w:rsid w:val="001263BB"/>
    <w:rsid w:val="001C044D"/>
    <w:rsid w:val="00323D7A"/>
    <w:rsid w:val="00553E67"/>
    <w:rsid w:val="006F17BD"/>
    <w:rsid w:val="0077304F"/>
    <w:rsid w:val="007D5F41"/>
    <w:rsid w:val="0088228A"/>
    <w:rsid w:val="008D19C1"/>
    <w:rsid w:val="00A22E18"/>
    <w:rsid w:val="00A31165"/>
    <w:rsid w:val="00A876C2"/>
    <w:rsid w:val="00B17777"/>
    <w:rsid w:val="00B90102"/>
    <w:rsid w:val="00BC7B7A"/>
    <w:rsid w:val="00CA0F3B"/>
    <w:rsid w:val="00CB38DF"/>
    <w:rsid w:val="00CB7F04"/>
    <w:rsid w:val="00E34F92"/>
    <w:rsid w:val="00F13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102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177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17777"/>
  </w:style>
  <w:style w:type="paragraph" w:styleId="FootnoteText">
    <w:name w:val="footnote text"/>
    <w:basedOn w:val="Normal"/>
    <w:link w:val="FootnoteTextChar"/>
    <w:uiPriority w:val="99"/>
    <w:semiHidden/>
    <w:rsid w:val="00B177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17777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B177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139</TotalTime>
  <Pages>1</Pages>
  <Words>225</Words>
  <Characters>1283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dcterms:created xsi:type="dcterms:W3CDTF">2018-03-24T14:50:00Z</dcterms:created>
  <dcterms:modified xsi:type="dcterms:W3CDTF">2018-03-26T15:41:00Z</dcterms:modified>
</cp:coreProperties>
</file>